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5D51270" w14:textId="48868B3F" w:rsidR="00E861FD" w:rsidRPr="00E861FD" w:rsidRDefault="00FB52CE" w:rsidP="00E861FD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2E350D">
        <w:rPr>
          <w:b/>
          <w:bCs/>
          <w:sz w:val="20"/>
        </w:rPr>
        <w:t xml:space="preserve"> </w:t>
      </w:r>
      <w:r w:rsidR="00E861FD" w:rsidRPr="00E861FD">
        <w:rPr>
          <w:b/>
          <w:bCs/>
          <w:sz w:val="20"/>
        </w:rPr>
        <w:t xml:space="preserve">OO/2/000528/25 </w:t>
      </w:r>
      <w:r w:rsidRPr="00FB52CE">
        <w:rPr>
          <w:sz w:val="20"/>
        </w:rPr>
        <w:t>dotyczące</w:t>
      </w:r>
      <w:r w:rsidR="0097582D">
        <w:rPr>
          <w:sz w:val="20"/>
        </w:rPr>
        <w:t xml:space="preserve">: </w:t>
      </w:r>
      <w:r w:rsidR="00E861FD" w:rsidRPr="00E861FD">
        <w:rPr>
          <w:b/>
          <w:bCs/>
          <w:sz w:val="20"/>
        </w:rPr>
        <w:t xml:space="preserve">Wykonanie ekspertyzy stanu technicznego 21 szt. zbiorników dla ORLEN OIL SP. z o.o., Zakład Czechowice-Dziedzice 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38323C41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E861FD" w:rsidRPr="00E861FD">
        <w:rPr>
          <w:b/>
          <w:bCs/>
          <w:sz w:val="20"/>
        </w:rPr>
        <w:t>OO/2/000528/25</w:t>
      </w:r>
      <w:r w:rsidR="00E861FD">
        <w:rPr>
          <w:b/>
          <w:bCs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2891"/>
    <w:rsid w:val="00125C0B"/>
    <w:rsid w:val="0013660D"/>
    <w:rsid w:val="001404A9"/>
    <w:rsid w:val="00145A4D"/>
    <w:rsid w:val="00147B5E"/>
    <w:rsid w:val="00147E5B"/>
    <w:rsid w:val="001637C6"/>
    <w:rsid w:val="00185107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E350D"/>
    <w:rsid w:val="002F2CE1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C1DB5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0FA9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A68F7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6159E"/>
    <w:rsid w:val="00A729F0"/>
    <w:rsid w:val="00A961FA"/>
    <w:rsid w:val="00A97B2D"/>
    <w:rsid w:val="00A97EEC"/>
    <w:rsid w:val="00AB5970"/>
    <w:rsid w:val="00AE5A27"/>
    <w:rsid w:val="00B04623"/>
    <w:rsid w:val="00B05374"/>
    <w:rsid w:val="00B06A48"/>
    <w:rsid w:val="00B12068"/>
    <w:rsid w:val="00B134F6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6430F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861FD"/>
    <w:rsid w:val="00E92DDC"/>
    <w:rsid w:val="00E95997"/>
    <w:rsid w:val="00EA3B43"/>
    <w:rsid w:val="00EB4FF6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9</TotalTime>
  <Pages>1</Pages>
  <Words>89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1104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10</cp:revision>
  <cp:lastPrinted>2018-04-27T07:47:00Z</cp:lastPrinted>
  <dcterms:created xsi:type="dcterms:W3CDTF">2024-08-29T09:42:00Z</dcterms:created>
  <dcterms:modified xsi:type="dcterms:W3CDTF">2025-10-17T05:54:00Z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